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3B54A" w14:textId="77777777" w:rsidR="00A82578" w:rsidRDefault="00387913" w:rsidP="00A82578">
      <w:pPr>
        <w:ind w:left="-810"/>
        <w:rPr>
          <w:b/>
          <w:sz w:val="32"/>
          <w:szCs w:val="32"/>
        </w:rPr>
      </w:pPr>
      <w:r>
        <w:rPr>
          <w:noProof/>
          <w:lang w:val="en-IE" w:eastAsia="en-IE"/>
        </w:rPr>
        <w:drawing>
          <wp:inline distT="0" distB="0" distL="0" distR="0" wp14:anchorId="070A8525" wp14:editId="39A28A99">
            <wp:extent cx="3071811" cy="857250"/>
            <wp:effectExtent l="0" t="0" r="0" b="0"/>
            <wp:docPr id="1" name="Picture 1" descr="S:\Communications\TBD\EF Logos\ALTERNATE CONFIGURATION\COLOR\RGB\EF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Communications\TBD\EF Logos\ALTERNATE CONFIGURATION\COLOR\RGB\EF_col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811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</w:t>
      </w:r>
    </w:p>
    <w:p w14:paraId="565EC25B" w14:textId="77777777" w:rsidR="00387913" w:rsidRPr="008811C9" w:rsidRDefault="00A82578" w:rsidP="00A82578">
      <w:pPr>
        <w:spacing w:after="60"/>
        <w:jc w:val="right"/>
        <w:rPr>
          <w:b/>
          <w:color w:val="0072B1"/>
          <w:sz w:val="32"/>
          <w:szCs w:val="32"/>
        </w:rPr>
      </w:pPr>
      <w:r w:rsidRPr="008811C9">
        <w:rPr>
          <w:b/>
          <w:color w:val="0072B1"/>
          <w:sz w:val="32"/>
          <w:szCs w:val="32"/>
        </w:rPr>
        <w:t>EISENHOWER YOUTH</w:t>
      </w:r>
      <w:r w:rsidR="00387913" w:rsidRPr="008811C9">
        <w:rPr>
          <w:b/>
          <w:color w:val="0072B1"/>
          <w:sz w:val="32"/>
          <w:szCs w:val="32"/>
        </w:rPr>
        <w:t xml:space="preserve"> </w:t>
      </w:r>
      <w:r w:rsidR="009E7C5E">
        <w:rPr>
          <w:b/>
          <w:color w:val="0072B1"/>
          <w:sz w:val="32"/>
          <w:szCs w:val="32"/>
        </w:rPr>
        <w:t xml:space="preserve">LEADERSHIP </w:t>
      </w:r>
      <w:r w:rsidR="00EE4543">
        <w:rPr>
          <w:b/>
          <w:color w:val="0072B1"/>
          <w:sz w:val="32"/>
          <w:szCs w:val="32"/>
        </w:rPr>
        <w:t>NETWORK</w:t>
      </w:r>
    </w:p>
    <w:p w14:paraId="0C52FB3F" w14:textId="3C0CB704" w:rsidR="00A82578" w:rsidRPr="008811C9" w:rsidRDefault="00A82578" w:rsidP="00A82578">
      <w:pPr>
        <w:spacing w:after="60"/>
        <w:jc w:val="right"/>
        <w:rPr>
          <w:b/>
          <w:color w:val="0072B1"/>
          <w:sz w:val="32"/>
          <w:szCs w:val="32"/>
        </w:rPr>
      </w:pPr>
      <w:r w:rsidRPr="008811C9">
        <w:rPr>
          <w:b/>
          <w:color w:val="0072B1"/>
          <w:sz w:val="32"/>
          <w:szCs w:val="32"/>
        </w:rPr>
        <w:t xml:space="preserve">Future of Work Conference </w:t>
      </w:r>
      <w:r w:rsidR="00E93944" w:rsidRPr="008811C9">
        <w:rPr>
          <w:b/>
          <w:color w:val="0072B1"/>
          <w:sz w:val="32"/>
          <w:szCs w:val="32"/>
        </w:rPr>
        <w:t xml:space="preserve">| </w:t>
      </w:r>
      <w:r w:rsidR="00AE5325" w:rsidRPr="008811C9">
        <w:rPr>
          <w:b/>
          <w:color w:val="0072B1"/>
          <w:sz w:val="32"/>
          <w:szCs w:val="32"/>
        </w:rPr>
        <w:t xml:space="preserve">September 14-17, 2017 | </w:t>
      </w:r>
      <w:r w:rsidR="00AB3ED0">
        <w:rPr>
          <w:b/>
          <w:color w:val="0072B1"/>
          <w:sz w:val="32"/>
          <w:szCs w:val="32"/>
        </w:rPr>
        <w:t>Ma</w:t>
      </w:r>
      <w:r w:rsidRPr="008811C9">
        <w:rPr>
          <w:b/>
          <w:color w:val="0072B1"/>
          <w:sz w:val="32"/>
          <w:szCs w:val="32"/>
        </w:rPr>
        <w:t>laga, Spain</w:t>
      </w:r>
    </w:p>
    <w:p w14:paraId="667D5FB9" w14:textId="79E3A6B8" w:rsidR="00E93944" w:rsidRPr="005B148D" w:rsidRDefault="008811C9" w:rsidP="005B148D">
      <w:pPr>
        <w:spacing w:after="60"/>
        <w:jc w:val="right"/>
        <w:rPr>
          <w:b/>
          <w:color w:val="0072B1"/>
          <w:sz w:val="32"/>
          <w:szCs w:val="32"/>
        </w:rPr>
      </w:pPr>
      <w:r>
        <w:rPr>
          <w:b/>
          <w:color w:val="0072B1"/>
          <w:sz w:val="32"/>
          <w:szCs w:val="32"/>
        </w:rPr>
        <w:t>Program</w:t>
      </w:r>
      <w:r w:rsidR="00AC7A13">
        <w:rPr>
          <w:b/>
          <w:color w:val="0072B1"/>
          <w:sz w:val="32"/>
          <w:szCs w:val="32"/>
        </w:rPr>
        <w:t>me</w:t>
      </w:r>
      <w:r>
        <w:rPr>
          <w:b/>
          <w:color w:val="0072B1"/>
          <w:sz w:val="32"/>
          <w:szCs w:val="32"/>
        </w:rPr>
        <w:t xml:space="preserve"> </w:t>
      </w:r>
      <w:r w:rsidR="004A3544" w:rsidRPr="008811C9">
        <w:rPr>
          <w:b/>
          <w:color w:val="0072B1"/>
          <w:sz w:val="32"/>
          <w:szCs w:val="32"/>
        </w:rPr>
        <w:t xml:space="preserve">Application </w:t>
      </w:r>
    </w:p>
    <w:p w14:paraId="72CE331E" w14:textId="77777777" w:rsidR="008B1BA2" w:rsidRDefault="008B1BA2" w:rsidP="005F42C1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>Section 1: Background &amp; Contact Information</w:t>
      </w:r>
    </w:p>
    <w:p w14:paraId="6B8BE9DA" w14:textId="77777777" w:rsidR="002A554F" w:rsidRPr="005F42C1" w:rsidRDefault="002A554F" w:rsidP="005F42C1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2"/>
        <w:gridCol w:w="5608"/>
      </w:tblGrid>
      <w:tr w:rsidR="00387913" w14:paraId="6260942D" w14:textId="77777777" w:rsidTr="00A82578">
        <w:tc>
          <w:tcPr>
            <w:tcW w:w="3798" w:type="dxa"/>
          </w:tcPr>
          <w:p w14:paraId="71973605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1005853" w14:textId="77777777" w:rsidR="00387913" w:rsidRPr="000865C2" w:rsidRDefault="00387913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Name</w:t>
            </w:r>
          </w:p>
          <w:p w14:paraId="15494165" w14:textId="77777777" w:rsidR="00387913" w:rsidRPr="000865C2" w:rsidRDefault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365E7FFB" w14:textId="77777777" w:rsidR="00387913" w:rsidRDefault="00387913"/>
        </w:tc>
      </w:tr>
      <w:tr w:rsidR="00387913" w14:paraId="08D291F0" w14:textId="77777777" w:rsidTr="00A82578">
        <w:tc>
          <w:tcPr>
            <w:tcW w:w="3798" w:type="dxa"/>
          </w:tcPr>
          <w:p w14:paraId="2E2173F1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469A61D" w14:textId="77777777" w:rsidR="00387913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Date of Birth</w:t>
            </w:r>
          </w:p>
          <w:p w14:paraId="74167DE6" w14:textId="77777777" w:rsidR="00387913" w:rsidRPr="000865C2" w:rsidRDefault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1DE8D8D1" w14:textId="77777777" w:rsidR="00387913" w:rsidRDefault="00387913"/>
        </w:tc>
      </w:tr>
      <w:tr w:rsidR="00A82578" w14:paraId="7CC74DB9" w14:textId="77777777" w:rsidTr="00A82578">
        <w:tc>
          <w:tcPr>
            <w:tcW w:w="3798" w:type="dxa"/>
          </w:tcPr>
          <w:p w14:paraId="113546A8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3E463C9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Citizenship</w:t>
            </w:r>
          </w:p>
          <w:p w14:paraId="2BD4FE2C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2527A3E5" w14:textId="77777777" w:rsidR="00A82578" w:rsidRDefault="00A82578"/>
        </w:tc>
      </w:tr>
      <w:tr w:rsidR="00A82578" w14:paraId="64C38889" w14:textId="77777777" w:rsidTr="00A82578">
        <w:tc>
          <w:tcPr>
            <w:tcW w:w="3798" w:type="dxa"/>
          </w:tcPr>
          <w:p w14:paraId="04FDA1A1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12E54DD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Home Address</w:t>
            </w:r>
          </w:p>
          <w:p w14:paraId="397A5EAE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68EFC20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566B12F8" w14:textId="77777777" w:rsidR="00A82578" w:rsidRDefault="00A82578"/>
        </w:tc>
      </w:tr>
      <w:tr w:rsidR="00A82578" w14:paraId="79930976" w14:textId="77777777" w:rsidTr="00A82578">
        <w:tc>
          <w:tcPr>
            <w:tcW w:w="3798" w:type="dxa"/>
          </w:tcPr>
          <w:p w14:paraId="3C59E4CF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FABA866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 xml:space="preserve">Telephone </w:t>
            </w:r>
          </w:p>
        </w:tc>
        <w:tc>
          <w:tcPr>
            <w:tcW w:w="5778" w:type="dxa"/>
          </w:tcPr>
          <w:p w14:paraId="57682AAB" w14:textId="77777777" w:rsidR="00A82578" w:rsidRDefault="00A82578"/>
          <w:p w14:paraId="5239C540" w14:textId="77777777" w:rsidR="00A82578" w:rsidRDefault="00A82578"/>
          <w:p w14:paraId="0D510E02" w14:textId="77777777" w:rsidR="00A82578" w:rsidRDefault="00A82578"/>
        </w:tc>
      </w:tr>
      <w:tr w:rsidR="00A82578" w14:paraId="4A76D911" w14:textId="77777777" w:rsidTr="00A82578">
        <w:tc>
          <w:tcPr>
            <w:tcW w:w="3798" w:type="dxa"/>
          </w:tcPr>
          <w:p w14:paraId="18DEF08D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BBF0E4A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 xml:space="preserve">Email </w:t>
            </w:r>
          </w:p>
          <w:p w14:paraId="6909566B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2645450D" w14:textId="77777777" w:rsidR="00A82578" w:rsidRDefault="00A82578"/>
        </w:tc>
      </w:tr>
      <w:tr w:rsidR="00A82578" w14:paraId="480524EE" w14:textId="77777777" w:rsidTr="00A82578">
        <w:tc>
          <w:tcPr>
            <w:tcW w:w="3798" w:type="dxa"/>
          </w:tcPr>
          <w:p w14:paraId="4C7236BE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4AB017F" w14:textId="77C5839B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 xml:space="preserve">Current school/university and </w:t>
            </w:r>
            <w:proofErr w:type="spellStart"/>
            <w:r w:rsidRPr="000865C2">
              <w:rPr>
                <w:rFonts w:cstheme="minorHAnsi"/>
                <w:b/>
                <w:sz w:val="24"/>
                <w:szCs w:val="24"/>
              </w:rPr>
              <w:t>program</w:t>
            </w:r>
            <w:r w:rsidR="00570AF0" w:rsidRPr="000865C2">
              <w:rPr>
                <w:rFonts w:cstheme="minorHAnsi"/>
                <w:b/>
                <w:sz w:val="24"/>
                <w:szCs w:val="24"/>
              </w:rPr>
              <w:t>me</w:t>
            </w:r>
            <w:proofErr w:type="spellEnd"/>
            <w:r w:rsidRPr="000865C2">
              <w:rPr>
                <w:rFonts w:cstheme="minorHAnsi"/>
                <w:b/>
                <w:sz w:val="24"/>
                <w:szCs w:val="24"/>
              </w:rPr>
              <w:t xml:space="preserve"> of study</w:t>
            </w:r>
            <w:r w:rsidR="006525B0">
              <w:rPr>
                <w:rFonts w:cstheme="minorHAnsi"/>
                <w:b/>
                <w:sz w:val="24"/>
                <w:szCs w:val="24"/>
              </w:rPr>
              <w:t xml:space="preserve"> (if applicable)</w:t>
            </w:r>
          </w:p>
          <w:p w14:paraId="3F65433F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2AD1A71F" w14:textId="77777777" w:rsidR="00A82578" w:rsidRDefault="00A82578"/>
        </w:tc>
      </w:tr>
      <w:tr w:rsidR="00BD2B41" w14:paraId="092AFE89" w14:textId="77777777" w:rsidTr="00A82578">
        <w:tc>
          <w:tcPr>
            <w:tcW w:w="3798" w:type="dxa"/>
          </w:tcPr>
          <w:p w14:paraId="0866A20B" w14:textId="77777777" w:rsidR="00BD2B41" w:rsidRPr="000865C2" w:rsidRDefault="00BD2B41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46342D5" w14:textId="04464F97" w:rsidR="00BD2B41" w:rsidRPr="000865C2" w:rsidRDefault="00BD2B41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Expected graduation date</w:t>
            </w:r>
            <w:r w:rsidR="006525B0">
              <w:rPr>
                <w:rFonts w:cstheme="minorHAnsi"/>
                <w:b/>
                <w:sz w:val="24"/>
                <w:szCs w:val="24"/>
              </w:rPr>
              <w:t xml:space="preserve"> (if applicable)</w:t>
            </w:r>
            <w:bookmarkStart w:id="0" w:name="_GoBack"/>
            <w:bookmarkEnd w:id="0"/>
          </w:p>
          <w:p w14:paraId="4F07C01E" w14:textId="77777777" w:rsidR="00BD2B41" w:rsidRPr="000865C2" w:rsidRDefault="00BD2B41" w:rsidP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77621776" w14:textId="77777777" w:rsidR="00BD2B41" w:rsidRDefault="00BD2B41"/>
        </w:tc>
      </w:tr>
      <w:tr w:rsidR="00A82578" w14:paraId="58F21772" w14:textId="77777777" w:rsidTr="00A82578">
        <w:tc>
          <w:tcPr>
            <w:tcW w:w="3798" w:type="dxa"/>
          </w:tcPr>
          <w:p w14:paraId="51737A34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623EBB7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How did you fin</w:t>
            </w:r>
            <w:r w:rsidR="009E7C5E" w:rsidRPr="000865C2">
              <w:rPr>
                <w:rFonts w:cstheme="minorHAnsi"/>
                <w:b/>
                <w:sz w:val="24"/>
                <w:szCs w:val="24"/>
              </w:rPr>
              <w:t>d out about this</w:t>
            </w:r>
            <w:r w:rsidRPr="000865C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E4543" w:rsidRPr="000865C2">
              <w:rPr>
                <w:rFonts w:cstheme="minorHAnsi"/>
                <w:b/>
                <w:sz w:val="24"/>
                <w:szCs w:val="24"/>
              </w:rPr>
              <w:t>opportunity</w:t>
            </w:r>
            <w:r w:rsidRPr="000865C2">
              <w:rPr>
                <w:rFonts w:cstheme="minorHAnsi"/>
                <w:b/>
                <w:sz w:val="24"/>
                <w:szCs w:val="24"/>
              </w:rPr>
              <w:t xml:space="preserve">? </w:t>
            </w:r>
          </w:p>
          <w:p w14:paraId="3B16A89E" w14:textId="77777777" w:rsidR="00A82578" w:rsidRPr="000865C2" w:rsidRDefault="00A82578" w:rsidP="0038791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778" w:type="dxa"/>
          </w:tcPr>
          <w:p w14:paraId="6F4F86C5" w14:textId="77777777" w:rsidR="00A82578" w:rsidRDefault="00A82578"/>
        </w:tc>
      </w:tr>
      <w:tr w:rsidR="002A554F" w14:paraId="425123B1" w14:textId="77777777" w:rsidTr="00A82578">
        <w:tc>
          <w:tcPr>
            <w:tcW w:w="3798" w:type="dxa"/>
          </w:tcPr>
          <w:p w14:paraId="5A7A4F32" w14:textId="307C4847" w:rsidR="002A554F" w:rsidRPr="000865C2" w:rsidRDefault="002A554F" w:rsidP="008C370A">
            <w:pPr>
              <w:rPr>
                <w:rFonts w:cstheme="minorHAnsi"/>
                <w:b/>
                <w:sz w:val="24"/>
                <w:szCs w:val="24"/>
              </w:rPr>
            </w:pPr>
            <w:r w:rsidRPr="000865C2">
              <w:rPr>
                <w:rFonts w:cstheme="minorHAnsi"/>
                <w:b/>
                <w:sz w:val="24"/>
                <w:szCs w:val="24"/>
              </w:rPr>
              <w:t>Do you have a relative or family member who is an Eisenhower Fellow? (</w:t>
            </w:r>
            <w:r w:rsidR="008C370A" w:rsidRPr="000865C2">
              <w:rPr>
                <w:rFonts w:cstheme="minorHAnsi"/>
                <w:b/>
                <w:i/>
                <w:sz w:val="24"/>
                <w:szCs w:val="24"/>
              </w:rPr>
              <w:t>Please explain relationship.</w:t>
            </w:r>
            <w:r w:rsidRPr="000865C2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="008C370A" w:rsidRPr="000865C2">
              <w:rPr>
                <w:rFonts w:cstheme="minorHAnsi"/>
                <w:b/>
                <w:i/>
                <w:sz w:val="24"/>
                <w:szCs w:val="24"/>
              </w:rPr>
              <w:t>C</w:t>
            </w:r>
            <w:r w:rsidRPr="000865C2">
              <w:rPr>
                <w:rFonts w:cstheme="minorHAnsi"/>
                <w:b/>
                <w:i/>
                <w:sz w:val="24"/>
                <w:szCs w:val="24"/>
              </w:rPr>
              <w:t>hildren of Eisenhower Fellows are not eligible to apply.</w:t>
            </w:r>
            <w:r w:rsidRPr="000865C2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5778" w:type="dxa"/>
          </w:tcPr>
          <w:p w14:paraId="213D28C0" w14:textId="77777777" w:rsidR="002A554F" w:rsidRDefault="002A554F"/>
        </w:tc>
      </w:tr>
    </w:tbl>
    <w:p w14:paraId="3DD32441" w14:textId="26DC08D8" w:rsidR="000A2ABA" w:rsidRDefault="000A2ABA" w:rsidP="005B148D">
      <w:pPr>
        <w:rPr>
          <w:rFonts w:ascii="Century Gothic" w:hAnsi="Century Gothic"/>
          <w:b/>
          <w:lang w:val="en-GB"/>
        </w:rPr>
      </w:pPr>
    </w:p>
    <w:p w14:paraId="0881F641" w14:textId="77777777" w:rsidR="000865C2" w:rsidRPr="000865C2" w:rsidRDefault="005B148D" w:rsidP="005F42C1">
      <w:pPr>
        <w:spacing w:after="0"/>
        <w:rPr>
          <w:rFonts w:cstheme="minorHAnsi"/>
          <w:sz w:val="26"/>
          <w:szCs w:val="26"/>
        </w:rPr>
      </w:pPr>
      <w:r w:rsidRPr="000865C2">
        <w:rPr>
          <w:rFonts w:cstheme="minorHAnsi"/>
          <w:b/>
          <w:sz w:val="26"/>
          <w:szCs w:val="26"/>
        </w:rPr>
        <w:t>Please circle your level of English proficiency</w:t>
      </w:r>
      <w:r w:rsidRPr="000865C2">
        <w:rPr>
          <w:rFonts w:cstheme="minorHAnsi"/>
          <w:b/>
          <w:sz w:val="26"/>
          <w:szCs w:val="26"/>
        </w:rPr>
        <w:br/>
      </w:r>
    </w:p>
    <w:p w14:paraId="68229B1E" w14:textId="7CD0BF80" w:rsidR="005B148D" w:rsidRPr="000865C2" w:rsidRDefault="005B148D" w:rsidP="005F42C1">
      <w:pPr>
        <w:spacing w:after="0"/>
        <w:rPr>
          <w:rFonts w:cstheme="minorHAnsi"/>
          <w:sz w:val="24"/>
          <w:szCs w:val="24"/>
        </w:rPr>
      </w:pPr>
      <w:r w:rsidRPr="000865C2">
        <w:rPr>
          <w:rFonts w:cstheme="minorHAnsi"/>
          <w:sz w:val="24"/>
          <w:szCs w:val="24"/>
        </w:rPr>
        <w:t>Fair</w:t>
      </w:r>
      <w:r w:rsidR="008C370A" w:rsidRPr="000865C2">
        <w:rPr>
          <w:rFonts w:cstheme="minorHAnsi"/>
          <w:sz w:val="24"/>
          <w:szCs w:val="24"/>
        </w:rPr>
        <w:tab/>
      </w:r>
      <w:r w:rsidR="008C370A" w:rsidRPr="000865C2">
        <w:rPr>
          <w:rFonts w:cstheme="minorHAnsi"/>
          <w:sz w:val="24"/>
          <w:szCs w:val="24"/>
        </w:rPr>
        <w:tab/>
        <w:t xml:space="preserve">       </w:t>
      </w:r>
      <w:r w:rsidRPr="000865C2">
        <w:rPr>
          <w:rFonts w:cstheme="minorHAnsi"/>
          <w:sz w:val="24"/>
          <w:szCs w:val="24"/>
        </w:rPr>
        <w:t>Good</w:t>
      </w:r>
      <w:r w:rsidR="008C370A" w:rsidRPr="000865C2">
        <w:rPr>
          <w:rFonts w:cstheme="minorHAnsi"/>
          <w:sz w:val="24"/>
          <w:szCs w:val="24"/>
        </w:rPr>
        <w:tab/>
      </w:r>
      <w:r w:rsidR="008C370A" w:rsidRPr="000865C2">
        <w:rPr>
          <w:rFonts w:cstheme="minorHAnsi"/>
          <w:sz w:val="24"/>
          <w:szCs w:val="24"/>
        </w:rPr>
        <w:tab/>
      </w:r>
      <w:r w:rsidRPr="000865C2">
        <w:rPr>
          <w:rFonts w:cstheme="minorHAnsi"/>
          <w:sz w:val="24"/>
          <w:szCs w:val="24"/>
        </w:rPr>
        <w:t>Very Good</w:t>
      </w:r>
      <w:r w:rsidR="008C370A" w:rsidRPr="000865C2">
        <w:rPr>
          <w:rFonts w:cstheme="minorHAnsi"/>
          <w:sz w:val="24"/>
          <w:szCs w:val="24"/>
        </w:rPr>
        <w:tab/>
      </w:r>
      <w:r w:rsidR="008C370A" w:rsidRPr="000865C2">
        <w:rPr>
          <w:rFonts w:cstheme="minorHAnsi"/>
          <w:sz w:val="24"/>
          <w:szCs w:val="24"/>
        </w:rPr>
        <w:tab/>
      </w:r>
      <w:r w:rsidRPr="000865C2">
        <w:rPr>
          <w:rFonts w:cstheme="minorHAnsi"/>
          <w:sz w:val="24"/>
          <w:szCs w:val="24"/>
        </w:rPr>
        <w:t>Excellent</w:t>
      </w:r>
      <w:r w:rsidR="008C370A" w:rsidRPr="000865C2">
        <w:rPr>
          <w:rFonts w:cstheme="minorHAnsi"/>
          <w:sz w:val="24"/>
          <w:szCs w:val="24"/>
        </w:rPr>
        <w:tab/>
      </w:r>
      <w:r w:rsidR="008C370A" w:rsidRPr="000865C2">
        <w:rPr>
          <w:rFonts w:cstheme="minorHAnsi"/>
          <w:sz w:val="24"/>
          <w:szCs w:val="24"/>
        </w:rPr>
        <w:tab/>
      </w:r>
      <w:r w:rsidRPr="000865C2">
        <w:rPr>
          <w:rFonts w:cstheme="minorHAnsi"/>
          <w:sz w:val="24"/>
          <w:szCs w:val="24"/>
        </w:rPr>
        <w:t xml:space="preserve"> Fluent</w:t>
      </w:r>
    </w:p>
    <w:p w14:paraId="12A5AF02" w14:textId="77777777" w:rsidR="002A554F" w:rsidRPr="000865C2" w:rsidRDefault="002A554F" w:rsidP="005F42C1">
      <w:pPr>
        <w:spacing w:after="0"/>
        <w:rPr>
          <w:rFonts w:cstheme="minorHAnsi"/>
        </w:rPr>
      </w:pPr>
    </w:p>
    <w:p w14:paraId="2F0CB5CD" w14:textId="77777777" w:rsidR="005F42C1" w:rsidRPr="000865C2" w:rsidRDefault="005F42C1" w:rsidP="005F42C1">
      <w:pPr>
        <w:spacing w:after="0"/>
        <w:rPr>
          <w:rFonts w:cstheme="minorHAnsi"/>
        </w:rPr>
      </w:pPr>
    </w:p>
    <w:p w14:paraId="7937A2C9" w14:textId="3CD823A9" w:rsidR="008B1BA2" w:rsidRPr="000A2ABA" w:rsidRDefault="008B1BA2">
      <w:pPr>
        <w:rPr>
          <w:b/>
          <w:sz w:val="26"/>
          <w:szCs w:val="26"/>
          <w:lang w:val="en-GB"/>
        </w:rPr>
      </w:pPr>
      <w:r w:rsidRPr="008B1BA2">
        <w:rPr>
          <w:b/>
          <w:sz w:val="26"/>
          <w:szCs w:val="26"/>
        </w:rPr>
        <w:t xml:space="preserve">Section 2: </w:t>
      </w:r>
      <w:r w:rsidRPr="005F42C1">
        <w:rPr>
          <w:b/>
          <w:sz w:val="26"/>
          <w:szCs w:val="26"/>
        </w:rPr>
        <w:t>Short-answer Questions</w:t>
      </w:r>
      <w:r w:rsidR="000A2ABA" w:rsidRPr="005F42C1">
        <w:rPr>
          <w:b/>
          <w:sz w:val="26"/>
          <w:szCs w:val="26"/>
          <w:lang w:val="en-GB"/>
        </w:rPr>
        <w:t xml:space="preserve"> (250 words </w:t>
      </w:r>
      <w:r w:rsidR="00373B8C" w:rsidRPr="005F42C1">
        <w:rPr>
          <w:b/>
          <w:sz w:val="26"/>
          <w:szCs w:val="26"/>
          <w:lang w:val="en-GB"/>
        </w:rPr>
        <w:t>maximum for</w:t>
      </w:r>
      <w:r w:rsidR="000218E7" w:rsidRPr="005F42C1">
        <w:rPr>
          <w:b/>
          <w:sz w:val="26"/>
          <w:szCs w:val="26"/>
          <w:lang w:val="en-GB"/>
        </w:rPr>
        <w:t xml:space="preserve"> </w:t>
      </w:r>
      <w:r w:rsidR="00373B8C" w:rsidRPr="005F42C1">
        <w:rPr>
          <w:b/>
          <w:sz w:val="26"/>
          <w:szCs w:val="26"/>
          <w:lang w:val="en-GB"/>
        </w:rPr>
        <w:t>answer</w:t>
      </w:r>
      <w:r w:rsidR="00AF44C3" w:rsidRPr="005F42C1">
        <w:rPr>
          <w:b/>
          <w:sz w:val="26"/>
          <w:szCs w:val="26"/>
          <w:lang w:val="en-GB"/>
        </w:rPr>
        <w:t>s 1-3</w:t>
      </w:r>
      <w:r w:rsidR="000A2ABA" w:rsidRPr="005F42C1">
        <w:rPr>
          <w:b/>
          <w:sz w:val="26"/>
          <w:szCs w:val="26"/>
          <w:lang w:val="en-GB"/>
        </w:rPr>
        <w:t xml:space="preserve">, </w:t>
      </w:r>
      <w:r w:rsidR="00373B8C" w:rsidRPr="005F42C1">
        <w:rPr>
          <w:b/>
          <w:sz w:val="26"/>
          <w:szCs w:val="26"/>
          <w:lang w:val="en-GB"/>
        </w:rPr>
        <w:t xml:space="preserve">please use </w:t>
      </w:r>
      <w:r w:rsidR="000A2ABA" w:rsidRPr="005F42C1">
        <w:rPr>
          <w:b/>
          <w:sz w:val="26"/>
          <w:szCs w:val="26"/>
          <w:lang w:val="en-GB"/>
        </w:rPr>
        <w:t>11 font)</w:t>
      </w:r>
    </w:p>
    <w:p w14:paraId="666CE8A9" w14:textId="77777777" w:rsidR="008B1BA2" w:rsidRPr="005F42C1" w:rsidRDefault="00387913" w:rsidP="00387913">
      <w:pPr>
        <w:rPr>
          <w:b/>
          <w:sz w:val="24"/>
          <w:szCs w:val="24"/>
        </w:rPr>
      </w:pPr>
      <w:r w:rsidRPr="005F42C1">
        <w:rPr>
          <w:b/>
          <w:sz w:val="24"/>
          <w:szCs w:val="24"/>
        </w:rPr>
        <w:t xml:space="preserve">1.  </w:t>
      </w:r>
      <w:r w:rsidR="008B1BA2" w:rsidRPr="005F42C1">
        <w:rPr>
          <w:b/>
          <w:sz w:val="24"/>
          <w:szCs w:val="24"/>
        </w:rPr>
        <w:t>Why are you interested in becoming an Eisenhower Youth</w:t>
      </w:r>
      <w:r w:rsidR="009E7C5E" w:rsidRPr="005F42C1">
        <w:rPr>
          <w:b/>
          <w:sz w:val="24"/>
          <w:szCs w:val="24"/>
        </w:rPr>
        <w:t xml:space="preserve"> Leader</w:t>
      </w:r>
      <w:r w:rsidR="008B1BA2" w:rsidRPr="005F42C1">
        <w:rPr>
          <w:b/>
          <w:sz w:val="24"/>
          <w:szCs w:val="24"/>
        </w:rPr>
        <w:t>?</w:t>
      </w:r>
    </w:p>
    <w:tbl>
      <w:tblPr>
        <w:tblW w:w="95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9556"/>
      </w:tblGrid>
      <w:tr w:rsidR="008B1BA2" w14:paraId="7E894AF7" w14:textId="77777777" w:rsidTr="00FA314B">
        <w:trPr>
          <w:trHeight w:val="5182"/>
        </w:trPr>
        <w:tc>
          <w:tcPr>
            <w:tcW w:w="9556" w:type="dxa"/>
          </w:tcPr>
          <w:p w14:paraId="00F628D6" w14:textId="77777777" w:rsidR="009C5C1B" w:rsidRDefault="009C5C1B" w:rsidP="008B1BA2"/>
        </w:tc>
      </w:tr>
    </w:tbl>
    <w:p w14:paraId="740DF2E5" w14:textId="77777777" w:rsidR="008B1BA2" w:rsidRDefault="008B1BA2" w:rsidP="00387913"/>
    <w:p w14:paraId="562C28A9" w14:textId="513FC79F" w:rsidR="00387913" w:rsidRPr="002A7F23" w:rsidRDefault="008B1BA2" w:rsidP="00387913">
      <w:pPr>
        <w:rPr>
          <w:b/>
          <w:sz w:val="24"/>
          <w:szCs w:val="24"/>
        </w:rPr>
      </w:pPr>
      <w:r w:rsidRPr="002A7F23">
        <w:rPr>
          <w:b/>
          <w:sz w:val="24"/>
          <w:szCs w:val="24"/>
        </w:rPr>
        <w:t xml:space="preserve">2. </w:t>
      </w:r>
      <w:r w:rsidR="009E7C5E" w:rsidRPr="002A7F23">
        <w:rPr>
          <w:b/>
          <w:sz w:val="24"/>
          <w:szCs w:val="24"/>
        </w:rPr>
        <w:t>Share an accomplish</w:t>
      </w:r>
      <w:r w:rsidR="002A7F23">
        <w:rPr>
          <w:b/>
          <w:sz w:val="24"/>
          <w:szCs w:val="24"/>
        </w:rPr>
        <w:t>ment and why it was significant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87913" w14:paraId="0985D730" w14:textId="77777777" w:rsidTr="00FA314B">
        <w:trPr>
          <w:trHeight w:val="4580"/>
        </w:trPr>
        <w:tc>
          <w:tcPr>
            <w:tcW w:w="9576" w:type="dxa"/>
          </w:tcPr>
          <w:p w14:paraId="189AE668" w14:textId="77777777" w:rsidR="00387913" w:rsidRDefault="00387913" w:rsidP="00387913"/>
        </w:tc>
      </w:tr>
    </w:tbl>
    <w:p w14:paraId="6E9CF0C6" w14:textId="77777777" w:rsidR="00387913" w:rsidRPr="00387913" w:rsidRDefault="00387913" w:rsidP="00387913"/>
    <w:p w14:paraId="15CDDFCE" w14:textId="77777777" w:rsidR="005B148D" w:rsidRDefault="005B148D" w:rsidP="00387913"/>
    <w:p w14:paraId="160FAFB0" w14:textId="4923364C" w:rsidR="00387913" w:rsidRPr="00AD2D08" w:rsidRDefault="00AD2D08" w:rsidP="00387913">
      <w:pPr>
        <w:rPr>
          <w:b/>
          <w:sz w:val="24"/>
          <w:szCs w:val="24"/>
        </w:rPr>
      </w:pPr>
      <w:r w:rsidRPr="00AD2D08">
        <w:rPr>
          <w:b/>
          <w:sz w:val="24"/>
          <w:szCs w:val="24"/>
        </w:rPr>
        <w:t xml:space="preserve">3. </w:t>
      </w:r>
      <w:r w:rsidR="009E7C5E" w:rsidRPr="00AD2D08">
        <w:rPr>
          <w:b/>
          <w:sz w:val="24"/>
          <w:szCs w:val="24"/>
        </w:rPr>
        <w:t xml:space="preserve">Tell us about one person who has mentored you </w:t>
      </w:r>
      <w:r>
        <w:rPr>
          <w:b/>
          <w:sz w:val="24"/>
          <w:szCs w:val="24"/>
        </w:rPr>
        <w:t>and how that has influenced you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87913" w14:paraId="3090CA23" w14:textId="77777777" w:rsidTr="00FA314B">
        <w:trPr>
          <w:trHeight w:val="3707"/>
        </w:trPr>
        <w:tc>
          <w:tcPr>
            <w:tcW w:w="9576" w:type="dxa"/>
          </w:tcPr>
          <w:p w14:paraId="4DA43BA3" w14:textId="77777777" w:rsidR="000A2ABA" w:rsidRPr="000A2ABA" w:rsidRDefault="000A2ABA" w:rsidP="00387913">
            <w:pPr>
              <w:rPr>
                <w:lang w:val="en-GB"/>
              </w:rPr>
            </w:pPr>
          </w:p>
        </w:tc>
      </w:tr>
    </w:tbl>
    <w:p w14:paraId="3DA76619" w14:textId="77777777" w:rsidR="00387913" w:rsidRPr="00387913" w:rsidRDefault="00387913" w:rsidP="00387913"/>
    <w:p w14:paraId="325313F2" w14:textId="77777777" w:rsidR="009C5C1B" w:rsidRPr="00F872FF" w:rsidRDefault="009C5C1B" w:rsidP="009C5C1B">
      <w:pPr>
        <w:spacing w:after="0"/>
        <w:rPr>
          <w:b/>
          <w:sz w:val="24"/>
          <w:szCs w:val="24"/>
        </w:rPr>
      </w:pPr>
      <w:r w:rsidRPr="00F872FF">
        <w:rPr>
          <w:b/>
          <w:sz w:val="24"/>
          <w:szCs w:val="24"/>
        </w:rPr>
        <w:t>4</w:t>
      </w:r>
      <w:r w:rsidR="00387913" w:rsidRPr="00F872FF">
        <w:rPr>
          <w:b/>
          <w:sz w:val="24"/>
          <w:szCs w:val="24"/>
        </w:rPr>
        <w:t xml:space="preserve">.  </w:t>
      </w:r>
      <w:r w:rsidR="008B1BA2" w:rsidRPr="00F872FF">
        <w:rPr>
          <w:b/>
          <w:sz w:val="24"/>
          <w:szCs w:val="24"/>
        </w:rPr>
        <w:t>Why are yo</w:t>
      </w:r>
      <w:r w:rsidR="009E7C5E" w:rsidRPr="00F872FF">
        <w:rPr>
          <w:b/>
          <w:sz w:val="24"/>
          <w:szCs w:val="24"/>
        </w:rPr>
        <w:t>u interested in the topic “the Future of W</w:t>
      </w:r>
      <w:r w:rsidR="008B1BA2" w:rsidRPr="00F872FF">
        <w:rPr>
          <w:b/>
          <w:sz w:val="24"/>
          <w:szCs w:val="24"/>
        </w:rPr>
        <w:t xml:space="preserve">ork”? </w:t>
      </w:r>
      <w:r w:rsidR="009E7C5E" w:rsidRPr="00F872FF">
        <w:rPr>
          <w:b/>
          <w:sz w:val="24"/>
          <w:szCs w:val="24"/>
        </w:rPr>
        <w:t>What should leaders do to create more meaningful opportunities for young people in your region</w:t>
      </w:r>
      <w:r w:rsidR="008B1BA2" w:rsidRPr="00F872FF">
        <w:rPr>
          <w:b/>
          <w:sz w:val="24"/>
          <w:szCs w:val="24"/>
        </w:rPr>
        <w:t>?</w:t>
      </w:r>
      <w:r w:rsidR="009E7C5E" w:rsidRPr="00F872FF">
        <w:rPr>
          <w:b/>
          <w:sz w:val="24"/>
          <w:szCs w:val="24"/>
        </w:rPr>
        <w:t xml:space="preserve"> </w:t>
      </w:r>
    </w:p>
    <w:p w14:paraId="2D01F5BD" w14:textId="77777777" w:rsidR="009C5C1B" w:rsidRDefault="009C5C1B" w:rsidP="009C5C1B">
      <w:pPr>
        <w:spacing w:after="0"/>
        <w:rPr>
          <w:sz w:val="24"/>
          <w:szCs w:val="24"/>
        </w:rPr>
      </w:pPr>
    </w:p>
    <w:p w14:paraId="5A04AE90" w14:textId="4801C8C2" w:rsidR="00387913" w:rsidRDefault="009E7C5E" w:rsidP="009C5C1B">
      <w:pPr>
        <w:spacing w:after="0"/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</w:pPr>
      <w:r w:rsidRPr="009C5C1B">
        <w:rPr>
          <w:sz w:val="24"/>
          <w:szCs w:val="24"/>
        </w:rPr>
        <w:t>Discuss one concrete action, policy, or project that</w:t>
      </w:r>
      <w:r w:rsidR="008D2EE7" w:rsidRPr="009C5C1B">
        <w:rPr>
          <w:sz w:val="24"/>
          <w:szCs w:val="24"/>
        </w:rPr>
        <w:t xml:space="preserve"> could contribute to creating </w:t>
      </w:r>
      <w:r w:rsidRPr="009C5C1B">
        <w:rPr>
          <w:sz w:val="24"/>
          <w:szCs w:val="24"/>
        </w:rPr>
        <w:t>better employment opportunities in the future.</w:t>
      </w:r>
      <w:r w:rsidR="00F01E52" w:rsidRPr="009C5C1B">
        <w:rPr>
          <w:sz w:val="24"/>
          <w:szCs w:val="24"/>
          <w:lang w:val="en-GB"/>
        </w:rPr>
        <w:t xml:space="preserve"> 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This could be something that is already in process, su</w:t>
      </w:r>
      <w:r w:rsidR="00946E6E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ch as an initiative by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 government or private sector that </w:t>
      </w:r>
      <w:r w:rsidR="00786C74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you (the 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applicant</w:t>
      </w:r>
      <w:r w:rsidR="00786C74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)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 wishes to comment on and make a case for or aga</w:t>
      </w:r>
      <w:r w:rsidR="0004645B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inst in a short one page essay.  Or,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 an original idea </w:t>
      </w:r>
      <w:r w:rsidR="00946E6E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on </w:t>
      </w:r>
      <w:r w:rsidR="00525B27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‘</w:t>
      </w:r>
      <w:r w:rsidR="00946E6E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The Future of Work</w:t>
      </w:r>
      <w:r w:rsidR="00525B27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’</w:t>
      </w:r>
      <w:r w:rsidR="00946E6E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 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that </w:t>
      </w:r>
      <w:r w:rsidR="00786C74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you have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 and would like to put forwar</w:t>
      </w:r>
      <w:r w:rsidR="008D2EE7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d as a suggestion for 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consider</w:t>
      </w:r>
      <w:r w:rsidR="008D2EE7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ation (</w:t>
      </w:r>
      <w:r w:rsidR="008D2EE7" w:rsidRPr="009C5C1B">
        <w:rPr>
          <w:rFonts w:ascii="Calibri" w:eastAsia="Times New Roman" w:hAnsi="Calibri" w:cs="Times New Roman"/>
          <w:b/>
          <w:color w:val="000000" w:themeColor="text1"/>
          <w:sz w:val="24"/>
          <w:szCs w:val="24"/>
          <w:shd w:val="clear" w:color="auto" w:fill="FFFFFF"/>
          <w:lang w:val="en-GB" w:eastAsia="en-GB"/>
        </w:rPr>
        <w:t>one-page maximum</w:t>
      </w:r>
      <w:r w:rsidR="004A51D2">
        <w:rPr>
          <w:rFonts w:ascii="Calibri" w:eastAsia="Times New Roman" w:hAnsi="Calibri" w:cs="Times New Roman"/>
          <w:b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 in 11 font</w:t>
      </w:r>
      <w:r w:rsidR="00F01E52" w:rsidRPr="009C5C1B"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).</w:t>
      </w:r>
    </w:p>
    <w:p w14:paraId="327E7A8D" w14:textId="77777777" w:rsidR="001C2AB6" w:rsidRPr="009C5C1B" w:rsidRDefault="001C2AB6" w:rsidP="009C5C1B">
      <w:pPr>
        <w:spacing w:after="0"/>
        <w:rPr>
          <w:rFonts w:ascii="Calibri" w:eastAsia="Times New Roman" w:hAnsi="Calibri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87913" w14:paraId="3CC7FAE8" w14:textId="77777777" w:rsidTr="00FA314B">
        <w:trPr>
          <w:trHeight w:val="4283"/>
        </w:trPr>
        <w:tc>
          <w:tcPr>
            <w:tcW w:w="9576" w:type="dxa"/>
          </w:tcPr>
          <w:p w14:paraId="00A9B038" w14:textId="77777777" w:rsidR="00387913" w:rsidRDefault="00387913" w:rsidP="00387913"/>
          <w:p w14:paraId="08DA0906" w14:textId="77777777" w:rsidR="00387913" w:rsidRDefault="00387913" w:rsidP="00387913"/>
          <w:p w14:paraId="2F98D2E5" w14:textId="77777777" w:rsidR="00387913" w:rsidRDefault="00387913" w:rsidP="00387913"/>
          <w:p w14:paraId="14DF6483" w14:textId="77777777" w:rsidR="00387913" w:rsidRDefault="00387913" w:rsidP="00387913"/>
          <w:p w14:paraId="591FB218" w14:textId="77777777" w:rsidR="00387913" w:rsidRDefault="00387913" w:rsidP="00387913"/>
          <w:p w14:paraId="30002344" w14:textId="77777777" w:rsidR="00387913" w:rsidRDefault="00387913" w:rsidP="00387913"/>
          <w:p w14:paraId="1055B016" w14:textId="77777777" w:rsidR="00387913" w:rsidRDefault="00387913" w:rsidP="00387913"/>
          <w:p w14:paraId="4251014D" w14:textId="77777777" w:rsidR="00387913" w:rsidRDefault="00387913" w:rsidP="00387913"/>
          <w:p w14:paraId="38ABC17D" w14:textId="77777777" w:rsidR="00387913" w:rsidRDefault="00387913" w:rsidP="00387913"/>
          <w:p w14:paraId="302A9C12" w14:textId="77777777" w:rsidR="00387913" w:rsidRDefault="00387913" w:rsidP="00387913">
            <w:pPr>
              <w:rPr>
                <w:lang w:val="en-GB"/>
              </w:rPr>
            </w:pPr>
          </w:p>
          <w:p w14:paraId="6DB23933" w14:textId="77777777" w:rsidR="000A2ABA" w:rsidRDefault="000A2ABA" w:rsidP="00387913">
            <w:pPr>
              <w:rPr>
                <w:lang w:val="en-GB"/>
              </w:rPr>
            </w:pPr>
          </w:p>
          <w:p w14:paraId="1E227319" w14:textId="77777777" w:rsidR="000A2ABA" w:rsidRDefault="000A2ABA" w:rsidP="00387913">
            <w:pPr>
              <w:rPr>
                <w:lang w:val="en-GB"/>
              </w:rPr>
            </w:pPr>
          </w:p>
          <w:p w14:paraId="1A34594C" w14:textId="77777777" w:rsidR="009F2CBE" w:rsidRDefault="009F2CBE" w:rsidP="00387913">
            <w:pPr>
              <w:rPr>
                <w:lang w:val="en-GB"/>
              </w:rPr>
            </w:pPr>
          </w:p>
          <w:p w14:paraId="655266D7" w14:textId="77777777" w:rsidR="009F2CBE" w:rsidRDefault="009F2CBE" w:rsidP="00387913">
            <w:pPr>
              <w:rPr>
                <w:lang w:val="en-GB"/>
              </w:rPr>
            </w:pPr>
          </w:p>
          <w:p w14:paraId="254022B8" w14:textId="77777777" w:rsidR="009F2CBE" w:rsidRDefault="009F2CBE" w:rsidP="00387913">
            <w:pPr>
              <w:rPr>
                <w:lang w:val="en-GB"/>
              </w:rPr>
            </w:pPr>
          </w:p>
          <w:p w14:paraId="2880B3CD" w14:textId="77777777" w:rsidR="009F2CBE" w:rsidRDefault="009F2CBE" w:rsidP="00387913">
            <w:pPr>
              <w:rPr>
                <w:lang w:val="en-GB"/>
              </w:rPr>
            </w:pPr>
          </w:p>
          <w:p w14:paraId="6C7E99D5" w14:textId="77777777" w:rsidR="009F2CBE" w:rsidRDefault="009F2CBE" w:rsidP="00387913">
            <w:pPr>
              <w:rPr>
                <w:lang w:val="en-GB"/>
              </w:rPr>
            </w:pPr>
          </w:p>
          <w:p w14:paraId="4FE082D4" w14:textId="77777777" w:rsidR="009F2CBE" w:rsidRDefault="009F2CBE" w:rsidP="00387913">
            <w:pPr>
              <w:rPr>
                <w:lang w:val="en-GB"/>
              </w:rPr>
            </w:pPr>
          </w:p>
          <w:p w14:paraId="7307E1FE" w14:textId="77777777" w:rsidR="009F2CBE" w:rsidRDefault="009F2CBE" w:rsidP="00387913">
            <w:pPr>
              <w:rPr>
                <w:lang w:val="en-GB"/>
              </w:rPr>
            </w:pPr>
          </w:p>
          <w:p w14:paraId="1075CB75" w14:textId="77777777" w:rsidR="009F2CBE" w:rsidRDefault="009F2CBE" w:rsidP="00387913">
            <w:pPr>
              <w:rPr>
                <w:lang w:val="en-GB"/>
              </w:rPr>
            </w:pPr>
          </w:p>
          <w:p w14:paraId="120AF67D" w14:textId="77777777" w:rsidR="009F2CBE" w:rsidRDefault="009F2CBE" w:rsidP="00387913">
            <w:pPr>
              <w:rPr>
                <w:lang w:val="en-GB"/>
              </w:rPr>
            </w:pPr>
          </w:p>
          <w:p w14:paraId="499EC89D" w14:textId="77777777" w:rsidR="009F2CBE" w:rsidRDefault="009F2CBE" w:rsidP="00387913">
            <w:pPr>
              <w:rPr>
                <w:lang w:val="en-GB"/>
              </w:rPr>
            </w:pPr>
          </w:p>
          <w:p w14:paraId="6B831982" w14:textId="77777777" w:rsidR="009F2CBE" w:rsidRDefault="009F2CBE" w:rsidP="00387913">
            <w:pPr>
              <w:rPr>
                <w:lang w:val="en-GB"/>
              </w:rPr>
            </w:pPr>
          </w:p>
          <w:p w14:paraId="1F766E57" w14:textId="77777777" w:rsidR="009F2CBE" w:rsidRDefault="009F2CBE" w:rsidP="00387913">
            <w:pPr>
              <w:rPr>
                <w:lang w:val="en-GB"/>
              </w:rPr>
            </w:pPr>
          </w:p>
          <w:p w14:paraId="1D73B87A" w14:textId="77777777" w:rsidR="009F2CBE" w:rsidRDefault="009F2CBE" w:rsidP="00387913">
            <w:pPr>
              <w:rPr>
                <w:lang w:val="en-GB"/>
              </w:rPr>
            </w:pPr>
          </w:p>
          <w:p w14:paraId="7B78F4FC" w14:textId="77777777" w:rsidR="009F2CBE" w:rsidRDefault="009F2CBE" w:rsidP="00387913">
            <w:pPr>
              <w:rPr>
                <w:lang w:val="en-GB"/>
              </w:rPr>
            </w:pPr>
          </w:p>
          <w:p w14:paraId="6A5B717D" w14:textId="77777777" w:rsidR="009F2CBE" w:rsidRDefault="009F2CBE" w:rsidP="00387913">
            <w:pPr>
              <w:rPr>
                <w:lang w:val="en-GB"/>
              </w:rPr>
            </w:pPr>
          </w:p>
          <w:p w14:paraId="511DB1AF" w14:textId="77777777" w:rsidR="009F2CBE" w:rsidRDefault="009F2CBE" w:rsidP="00387913">
            <w:pPr>
              <w:rPr>
                <w:lang w:val="en-GB"/>
              </w:rPr>
            </w:pPr>
          </w:p>
          <w:p w14:paraId="7B366847" w14:textId="77777777" w:rsidR="009F2CBE" w:rsidRDefault="009F2CBE" w:rsidP="00387913">
            <w:pPr>
              <w:rPr>
                <w:lang w:val="en-GB"/>
              </w:rPr>
            </w:pPr>
          </w:p>
          <w:p w14:paraId="714B6699" w14:textId="77777777" w:rsidR="009F2CBE" w:rsidRDefault="009F2CBE" w:rsidP="00387913">
            <w:pPr>
              <w:rPr>
                <w:lang w:val="en-GB"/>
              </w:rPr>
            </w:pPr>
          </w:p>
          <w:p w14:paraId="74ABF0B1" w14:textId="77777777" w:rsidR="009F2CBE" w:rsidRDefault="009F2CBE" w:rsidP="00387913">
            <w:pPr>
              <w:rPr>
                <w:lang w:val="en-GB"/>
              </w:rPr>
            </w:pPr>
          </w:p>
          <w:p w14:paraId="033DB2E9" w14:textId="77777777" w:rsidR="009F2CBE" w:rsidRDefault="009F2CBE" w:rsidP="00387913">
            <w:pPr>
              <w:rPr>
                <w:lang w:val="en-GB"/>
              </w:rPr>
            </w:pPr>
          </w:p>
          <w:p w14:paraId="1C61387D" w14:textId="77777777" w:rsidR="009F2CBE" w:rsidRDefault="009F2CBE" w:rsidP="00387913">
            <w:pPr>
              <w:rPr>
                <w:lang w:val="en-GB"/>
              </w:rPr>
            </w:pPr>
          </w:p>
          <w:p w14:paraId="58C0CEAD" w14:textId="77777777" w:rsidR="00400B5D" w:rsidRDefault="00400B5D" w:rsidP="00387913">
            <w:pPr>
              <w:rPr>
                <w:lang w:val="en-GB"/>
              </w:rPr>
            </w:pPr>
          </w:p>
          <w:p w14:paraId="77C5B6AF" w14:textId="77777777" w:rsidR="00400B5D" w:rsidRDefault="00400B5D" w:rsidP="00387913">
            <w:pPr>
              <w:rPr>
                <w:lang w:val="en-GB"/>
              </w:rPr>
            </w:pPr>
          </w:p>
          <w:p w14:paraId="76FE50BB" w14:textId="77777777" w:rsidR="00400B5D" w:rsidRDefault="00400B5D" w:rsidP="00387913">
            <w:pPr>
              <w:rPr>
                <w:lang w:val="en-GB"/>
              </w:rPr>
            </w:pPr>
          </w:p>
          <w:p w14:paraId="156C0B33" w14:textId="77777777" w:rsidR="00400B5D" w:rsidRDefault="00400B5D" w:rsidP="00387913">
            <w:pPr>
              <w:rPr>
                <w:lang w:val="en-GB"/>
              </w:rPr>
            </w:pPr>
          </w:p>
          <w:p w14:paraId="6CF66157" w14:textId="77777777" w:rsidR="00400B5D" w:rsidRDefault="00400B5D" w:rsidP="00387913">
            <w:pPr>
              <w:rPr>
                <w:lang w:val="en-GB"/>
              </w:rPr>
            </w:pPr>
          </w:p>
          <w:p w14:paraId="43014130" w14:textId="77777777" w:rsidR="00400B5D" w:rsidRDefault="00400B5D" w:rsidP="00387913">
            <w:pPr>
              <w:rPr>
                <w:lang w:val="en-GB"/>
              </w:rPr>
            </w:pPr>
          </w:p>
          <w:p w14:paraId="222EAE93" w14:textId="77777777" w:rsidR="00400B5D" w:rsidRDefault="00400B5D" w:rsidP="00387913">
            <w:pPr>
              <w:rPr>
                <w:lang w:val="en-GB"/>
              </w:rPr>
            </w:pPr>
          </w:p>
          <w:p w14:paraId="73EBF299" w14:textId="77777777" w:rsidR="00400B5D" w:rsidRDefault="00400B5D" w:rsidP="00387913">
            <w:pPr>
              <w:rPr>
                <w:lang w:val="en-GB"/>
              </w:rPr>
            </w:pPr>
          </w:p>
          <w:p w14:paraId="3DC6D670" w14:textId="77777777" w:rsidR="00400B5D" w:rsidRDefault="00400B5D" w:rsidP="00387913">
            <w:pPr>
              <w:rPr>
                <w:lang w:val="en-GB"/>
              </w:rPr>
            </w:pPr>
          </w:p>
          <w:p w14:paraId="101D4E19" w14:textId="77777777" w:rsidR="00400B5D" w:rsidRDefault="00400B5D" w:rsidP="00387913">
            <w:pPr>
              <w:rPr>
                <w:lang w:val="en-GB"/>
              </w:rPr>
            </w:pPr>
          </w:p>
          <w:p w14:paraId="5219845B" w14:textId="5B33A5DB" w:rsidR="00400B5D" w:rsidRDefault="00400B5D" w:rsidP="00387913">
            <w:pPr>
              <w:rPr>
                <w:lang w:val="en-GB"/>
              </w:rPr>
            </w:pPr>
          </w:p>
          <w:p w14:paraId="7CF4ECF6" w14:textId="77777777" w:rsidR="00400B5D" w:rsidRDefault="00400B5D" w:rsidP="00387913">
            <w:pPr>
              <w:rPr>
                <w:lang w:val="en-GB"/>
              </w:rPr>
            </w:pPr>
          </w:p>
          <w:p w14:paraId="45D4B59C" w14:textId="77777777" w:rsidR="00400B5D" w:rsidRDefault="00400B5D" w:rsidP="00387913">
            <w:pPr>
              <w:rPr>
                <w:lang w:val="en-GB"/>
              </w:rPr>
            </w:pPr>
          </w:p>
          <w:p w14:paraId="3370E4BB" w14:textId="77777777" w:rsidR="00400B5D" w:rsidRDefault="00400B5D" w:rsidP="00387913">
            <w:pPr>
              <w:rPr>
                <w:lang w:val="en-GB"/>
              </w:rPr>
            </w:pPr>
          </w:p>
          <w:p w14:paraId="151B6BD7" w14:textId="77777777" w:rsidR="00400B5D" w:rsidRDefault="00400B5D" w:rsidP="00387913">
            <w:pPr>
              <w:rPr>
                <w:lang w:val="en-GB"/>
              </w:rPr>
            </w:pPr>
          </w:p>
          <w:p w14:paraId="169AE18E" w14:textId="77777777" w:rsidR="00400B5D" w:rsidRDefault="00400B5D" w:rsidP="00387913">
            <w:pPr>
              <w:rPr>
                <w:lang w:val="en-GB"/>
              </w:rPr>
            </w:pPr>
          </w:p>
          <w:p w14:paraId="078965C1" w14:textId="77777777" w:rsidR="00400B5D" w:rsidRDefault="00400B5D" w:rsidP="00387913">
            <w:pPr>
              <w:rPr>
                <w:lang w:val="en-GB"/>
              </w:rPr>
            </w:pPr>
          </w:p>
          <w:p w14:paraId="3189071A" w14:textId="77777777" w:rsidR="00400B5D" w:rsidRDefault="00400B5D" w:rsidP="00387913">
            <w:pPr>
              <w:rPr>
                <w:lang w:val="en-GB"/>
              </w:rPr>
            </w:pPr>
          </w:p>
          <w:p w14:paraId="491522E3" w14:textId="77777777" w:rsidR="00400B5D" w:rsidRDefault="00400B5D" w:rsidP="00387913">
            <w:pPr>
              <w:rPr>
                <w:lang w:val="en-GB"/>
              </w:rPr>
            </w:pPr>
          </w:p>
          <w:p w14:paraId="2C90C908" w14:textId="77777777" w:rsidR="00400B5D" w:rsidRDefault="00400B5D" w:rsidP="00387913">
            <w:pPr>
              <w:rPr>
                <w:lang w:val="en-GB"/>
              </w:rPr>
            </w:pPr>
          </w:p>
          <w:p w14:paraId="558EB05A" w14:textId="77777777" w:rsidR="00400B5D" w:rsidRDefault="00400B5D" w:rsidP="00387913">
            <w:pPr>
              <w:rPr>
                <w:lang w:val="en-GB"/>
              </w:rPr>
            </w:pPr>
          </w:p>
          <w:p w14:paraId="1D268DE4" w14:textId="77777777" w:rsidR="00400B5D" w:rsidRDefault="00400B5D" w:rsidP="00387913">
            <w:pPr>
              <w:rPr>
                <w:lang w:val="en-GB"/>
              </w:rPr>
            </w:pPr>
          </w:p>
          <w:p w14:paraId="4AF287C9" w14:textId="77777777" w:rsidR="00400B5D" w:rsidRDefault="00400B5D" w:rsidP="00387913">
            <w:pPr>
              <w:rPr>
                <w:lang w:val="en-GB"/>
              </w:rPr>
            </w:pPr>
          </w:p>
          <w:p w14:paraId="7906FDD1" w14:textId="77777777" w:rsidR="00400B5D" w:rsidRDefault="00400B5D" w:rsidP="00387913">
            <w:pPr>
              <w:rPr>
                <w:lang w:val="en-GB"/>
              </w:rPr>
            </w:pPr>
          </w:p>
          <w:p w14:paraId="67C44803" w14:textId="77777777" w:rsidR="00400B5D" w:rsidRDefault="00400B5D" w:rsidP="00387913">
            <w:pPr>
              <w:rPr>
                <w:lang w:val="en-GB"/>
              </w:rPr>
            </w:pPr>
          </w:p>
          <w:p w14:paraId="1636C312" w14:textId="77777777" w:rsidR="00400B5D" w:rsidRDefault="00400B5D" w:rsidP="00387913">
            <w:pPr>
              <w:rPr>
                <w:lang w:val="en-GB"/>
              </w:rPr>
            </w:pPr>
          </w:p>
          <w:p w14:paraId="47A88F15" w14:textId="77777777" w:rsidR="00400B5D" w:rsidRDefault="00400B5D" w:rsidP="00387913">
            <w:pPr>
              <w:rPr>
                <w:lang w:val="en-GB"/>
              </w:rPr>
            </w:pPr>
          </w:p>
          <w:p w14:paraId="78626EFD" w14:textId="77777777" w:rsidR="00400B5D" w:rsidRDefault="00400B5D" w:rsidP="00387913">
            <w:pPr>
              <w:rPr>
                <w:lang w:val="en-GB"/>
              </w:rPr>
            </w:pPr>
          </w:p>
          <w:p w14:paraId="65CC90E5" w14:textId="77777777" w:rsidR="00400B5D" w:rsidRDefault="00400B5D" w:rsidP="00387913">
            <w:pPr>
              <w:rPr>
                <w:lang w:val="en-GB"/>
              </w:rPr>
            </w:pPr>
          </w:p>
          <w:p w14:paraId="5E95CC8C" w14:textId="77777777" w:rsidR="00400B5D" w:rsidRDefault="00400B5D" w:rsidP="00387913">
            <w:pPr>
              <w:rPr>
                <w:lang w:val="en-GB"/>
              </w:rPr>
            </w:pPr>
          </w:p>
          <w:p w14:paraId="758DC71C" w14:textId="77777777" w:rsidR="00400B5D" w:rsidRDefault="00400B5D" w:rsidP="00387913">
            <w:pPr>
              <w:rPr>
                <w:lang w:val="en-GB"/>
              </w:rPr>
            </w:pPr>
          </w:p>
          <w:p w14:paraId="6CF4C23D" w14:textId="77777777" w:rsidR="00400B5D" w:rsidRDefault="00400B5D" w:rsidP="00387913">
            <w:pPr>
              <w:rPr>
                <w:lang w:val="en-GB"/>
              </w:rPr>
            </w:pPr>
          </w:p>
          <w:p w14:paraId="2AD29369" w14:textId="77777777" w:rsidR="00400B5D" w:rsidRDefault="00400B5D" w:rsidP="00387913">
            <w:pPr>
              <w:rPr>
                <w:lang w:val="en-GB"/>
              </w:rPr>
            </w:pPr>
          </w:p>
          <w:p w14:paraId="6031F6A0" w14:textId="77777777" w:rsidR="00400B5D" w:rsidRDefault="00400B5D" w:rsidP="00387913">
            <w:pPr>
              <w:rPr>
                <w:lang w:val="en-GB"/>
              </w:rPr>
            </w:pPr>
          </w:p>
          <w:p w14:paraId="6ECD7EEA" w14:textId="77777777" w:rsidR="00400B5D" w:rsidRDefault="00400B5D" w:rsidP="00387913">
            <w:pPr>
              <w:rPr>
                <w:lang w:val="en-GB"/>
              </w:rPr>
            </w:pPr>
          </w:p>
          <w:p w14:paraId="34FC9F5D" w14:textId="77777777" w:rsidR="00400B5D" w:rsidRDefault="00400B5D" w:rsidP="00387913">
            <w:pPr>
              <w:rPr>
                <w:lang w:val="en-GB"/>
              </w:rPr>
            </w:pPr>
          </w:p>
          <w:p w14:paraId="775DEEFD" w14:textId="77777777" w:rsidR="00400B5D" w:rsidRDefault="00400B5D" w:rsidP="00387913">
            <w:pPr>
              <w:rPr>
                <w:lang w:val="en-GB"/>
              </w:rPr>
            </w:pPr>
          </w:p>
          <w:p w14:paraId="37F77924" w14:textId="77777777" w:rsidR="00400B5D" w:rsidRDefault="00400B5D" w:rsidP="00387913">
            <w:pPr>
              <w:rPr>
                <w:lang w:val="en-GB"/>
              </w:rPr>
            </w:pPr>
          </w:p>
          <w:p w14:paraId="6949517C" w14:textId="77777777" w:rsidR="00400B5D" w:rsidRPr="000A2ABA" w:rsidRDefault="00400B5D" w:rsidP="00387913">
            <w:pPr>
              <w:rPr>
                <w:lang w:val="en-GB"/>
              </w:rPr>
            </w:pPr>
          </w:p>
        </w:tc>
      </w:tr>
    </w:tbl>
    <w:p w14:paraId="5EF16F98" w14:textId="77777777" w:rsidR="00387913" w:rsidRDefault="00387913" w:rsidP="00387913"/>
    <w:p w14:paraId="65B2C2C0" w14:textId="77777777" w:rsidR="00786C74" w:rsidRDefault="00786C74" w:rsidP="00387913"/>
    <w:p w14:paraId="37EF01D6" w14:textId="77777777" w:rsidR="00786C74" w:rsidRPr="00786C74" w:rsidRDefault="00786C74" w:rsidP="00492A48">
      <w:pPr>
        <w:spacing w:after="0"/>
        <w:rPr>
          <w:sz w:val="24"/>
          <w:szCs w:val="24"/>
        </w:rPr>
      </w:pPr>
    </w:p>
    <w:p w14:paraId="5F6092FA" w14:textId="52AB31D6" w:rsidR="00462C51" w:rsidRPr="00786C74" w:rsidRDefault="00786C74" w:rsidP="00786C74">
      <w:pPr>
        <w:spacing w:after="0"/>
        <w:rPr>
          <w:b/>
          <w:sz w:val="24"/>
          <w:szCs w:val="24"/>
          <w:lang w:val="en-GB"/>
        </w:rPr>
      </w:pPr>
      <w:r w:rsidRPr="00786C74">
        <w:rPr>
          <w:b/>
          <w:sz w:val="24"/>
          <w:szCs w:val="24"/>
        </w:rPr>
        <w:t>5</w:t>
      </w:r>
      <w:r w:rsidR="001D6263" w:rsidRPr="00786C74">
        <w:rPr>
          <w:b/>
          <w:sz w:val="24"/>
          <w:szCs w:val="24"/>
        </w:rPr>
        <w:t xml:space="preserve">. Please attach one letter of reference from a </w:t>
      </w:r>
      <w:r w:rsidR="00E10A5B">
        <w:rPr>
          <w:b/>
          <w:sz w:val="24"/>
          <w:szCs w:val="24"/>
        </w:rPr>
        <w:t xml:space="preserve">youth worker, </w:t>
      </w:r>
      <w:r w:rsidR="001D6263" w:rsidRPr="00786C74">
        <w:rPr>
          <w:b/>
          <w:sz w:val="24"/>
          <w:szCs w:val="24"/>
        </w:rPr>
        <w:t>teacher</w:t>
      </w:r>
      <w:r w:rsidR="00E10A5B">
        <w:rPr>
          <w:b/>
          <w:sz w:val="24"/>
          <w:szCs w:val="24"/>
        </w:rPr>
        <w:t>, lecturer</w:t>
      </w:r>
      <w:r w:rsidR="007340CE">
        <w:rPr>
          <w:b/>
          <w:sz w:val="24"/>
          <w:szCs w:val="24"/>
        </w:rPr>
        <w:t>,</w:t>
      </w:r>
      <w:r w:rsidR="001D6263" w:rsidRPr="00786C74">
        <w:rPr>
          <w:b/>
          <w:sz w:val="24"/>
          <w:szCs w:val="24"/>
        </w:rPr>
        <w:t xml:space="preserve"> or </w:t>
      </w:r>
      <w:r w:rsidR="00F01E52" w:rsidRPr="00786C74">
        <w:rPr>
          <w:b/>
          <w:sz w:val="24"/>
          <w:szCs w:val="24"/>
          <w:lang w:val="en-GB"/>
        </w:rPr>
        <w:t>community leader</w:t>
      </w:r>
      <w:r w:rsidR="00FE52E0" w:rsidRPr="00786C74">
        <w:rPr>
          <w:b/>
          <w:sz w:val="24"/>
          <w:szCs w:val="24"/>
        </w:rPr>
        <w:t xml:space="preserve"> </w:t>
      </w:r>
      <w:r w:rsidR="001D6263" w:rsidRPr="00786C74">
        <w:rPr>
          <w:b/>
          <w:sz w:val="24"/>
          <w:szCs w:val="24"/>
        </w:rPr>
        <w:t xml:space="preserve">(not a family member). </w:t>
      </w:r>
    </w:p>
    <w:p w14:paraId="10B769DF" w14:textId="77777777" w:rsidR="00F01E52" w:rsidRDefault="00F01E52" w:rsidP="00786C74">
      <w:pPr>
        <w:spacing w:after="0"/>
      </w:pPr>
    </w:p>
    <w:p w14:paraId="21C96B0B" w14:textId="77777777" w:rsidR="00786C74" w:rsidRDefault="00786C74" w:rsidP="00786C74">
      <w:pPr>
        <w:spacing w:after="0"/>
      </w:pPr>
    </w:p>
    <w:p w14:paraId="471C4522" w14:textId="77777777" w:rsidR="00786C74" w:rsidRPr="00F01E52" w:rsidRDefault="00786C74" w:rsidP="00786C74">
      <w:pPr>
        <w:spacing w:after="0"/>
      </w:pPr>
    </w:p>
    <w:p w14:paraId="148D2D2B" w14:textId="72C4A31D" w:rsidR="00FE52E0" w:rsidRPr="00786C74" w:rsidRDefault="00786C74" w:rsidP="00786C74">
      <w:pPr>
        <w:spacing w:after="0"/>
        <w:rPr>
          <w:b/>
          <w:sz w:val="24"/>
          <w:szCs w:val="24"/>
          <w:lang w:val="en-GB"/>
        </w:rPr>
      </w:pPr>
      <w:r w:rsidRPr="00786C74">
        <w:rPr>
          <w:b/>
          <w:sz w:val="24"/>
          <w:szCs w:val="24"/>
        </w:rPr>
        <w:t>6</w:t>
      </w:r>
      <w:r w:rsidR="00462C51" w:rsidRPr="00786C74">
        <w:rPr>
          <w:b/>
          <w:sz w:val="24"/>
          <w:szCs w:val="24"/>
        </w:rPr>
        <w:t>. Please provide a copy of your most recent school/</w:t>
      </w:r>
      <w:r w:rsidR="00400B5D" w:rsidRPr="00786C74">
        <w:rPr>
          <w:b/>
          <w:sz w:val="24"/>
          <w:szCs w:val="24"/>
        </w:rPr>
        <w:t>university academic transcript</w:t>
      </w:r>
      <w:r w:rsidR="00400B5D" w:rsidRPr="00786C74">
        <w:rPr>
          <w:b/>
          <w:sz w:val="24"/>
          <w:szCs w:val="24"/>
          <w:lang w:val="en-GB"/>
        </w:rPr>
        <w:t xml:space="preserve">/results. </w:t>
      </w:r>
    </w:p>
    <w:p w14:paraId="7CB27CDA" w14:textId="77777777" w:rsidR="00786C74" w:rsidRPr="00786C74" w:rsidRDefault="00786C74" w:rsidP="00786C74">
      <w:pPr>
        <w:spacing w:after="0"/>
        <w:rPr>
          <w:lang w:val="en-GB"/>
        </w:rPr>
      </w:pPr>
    </w:p>
    <w:p w14:paraId="666CB7FF" w14:textId="77777777" w:rsidR="00786C74" w:rsidRDefault="00786C74" w:rsidP="00786C74">
      <w:pPr>
        <w:spacing w:after="0"/>
        <w:rPr>
          <w:lang w:val="en-GB"/>
        </w:rPr>
      </w:pPr>
    </w:p>
    <w:p w14:paraId="2AA19F63" w14:textId="77777777" w:rsidR="00415B3C" w:rsidRDefault="00415B3C" w:rsidP="00786C74">
      <w:pPr>
        <w:spacing w:after="0"/>
        <w:rPr>
          <w:lang w:val="en-GB"/>
        </w:rPr>
      </w:pPr>
    </w:p>
    <w:p w14:paraId="156C5F53" w14:textId="77777777" w:rsidR="00415B3C" w:rsidRDefault="00415B3C" w:rsidP="00786C74">
      <w:pPr>
        <w:spacing w:after="0"/>
        <w:rPr>
          <w:lang w:val="en-GB"/>
        </w:rPr>
      </w:pPr>
    </w:p>
    <w:p w14:paraId="2FF0C668" w14:textId="3C2DBB58" w:rsidR="00415B3C" w:rsidRPr="00415B3C" w:rsidRDefault="00294EE9" w:rsidP="00415B3C">
      <w:pPr>
        <w:spacing w:after="0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Complete this </w:t>
      </w:r>
      <w:r w:rsidR="00415B3C" w:rsidRPr="00415B3C">
        <w:rPr>
          <w:color w:val="000000" w:themeColor="text1"/>
          <w:sz w:val="32"/>
          <w:szCs w:val="32"/>
        </w:rPr>
        <w:t>application form</w:t>
      </w:r>
      <w:r w:rsidR="00415B3C" w:rsidRPr="00415B3C">
        <w:rPr>
          <w:sz w:val="32"/>
          <w:szCs w:val="32"/>
        </w:rPr>
        <w:t xml:space="preserve">. Email </w:t>
      </w:r>
      <w:r w:rsidR="00415B3C" w:rsidRPr="00415B3C">
        <w:rPr>
          <w:color w:val="000000" w:themeColor="text1"/>
          <w:sz w:val="32"/>
          <w:szCs w:val="32"/>
        </w:rPr>
        <w:t xml:space="preserve">your application to </w:t>
      </w:r>
      <w:hyperlink r:id="rId6" w:history="1">
        <w:r w:rsidR="00415B3C" w:rsidRPr="00415B3C">
          <w:rPr>
            <w:rStyle w:val="Hyperlink"/>
            <w:sz w:val="32"/>
            <w:szCs w:val="32"/>
          </w:rPr>
          <w:t xml:space="preserve">eisenhower@nyci.ie </w:t>
        </w:r>
      </w:hyperlink>
      <w:r w:rsidR="00415B3C" w:rsidRPr="00415B3C">
        <w:rPr>
          <w:color w:val="000000" w:themeColor="text1"/>
          <w:sz w:val="32"/>
          <w:szCs w:val="32"/>
        </w:rPr>
        <w:t xml:space="preserve">by </w:t>
      </w:r>
      <w:r w:rsidR="00415B3C" w:rsidRPr="00415B3C">
        <w:rPr>
          <w:b/>
          <w:color w:val="000000" w:themeColor="text1"/>
          <w:sz w:val="32"/>
          <w:szCs w:val="32"/>
          <w:u w:val="single"/>
        </w:rPr>
        <w:t>12 noon on Monday 8 May, 2017</w:t>
      </w:r>
      <w:r w:rsidR="00415B3C" w:rsidRPr="00415B3C">
        <w:rPr>
          <w:color w:val="000000" w:themeColor="text1"/>
          <w:sz w:val="32"/>
          <w:szCs w:val="32"/>
        </w:rPr>
        <w:t xml:space="preserve">.  </w:t>
      </w:r>
    </w:p>
    <w:p w14:paraId="7991BC21" w14:textId="77777777" w:rsidR="00415B3C" w:rsidRDefault="00415B3C" w:rsidP="00786C74">
      <w:pPr>
        <w:spacing w:after="0"/>
        <w:rPr>
          <w:lang w:val="en-GB"/>
        </w:rPr>
      </w:pPr>
    </w:p>
    <w:p w14:paraId="66EB3B0B" w14:textId="77777777" w:rsidR="00415B3C" w:rsidRPr="00786C74" w:rsidRDefault="00415B3C" w:rsidP="00786C74">
      <w:pPr>
        <w:spacing w:after="0"/>
        <w:rPr>
          <w:lang w:val="en-GB"/>
        </w:rPr>
      </w:pPr>
    </w:p>
    <w:sectPr w:rsidR="00415B3C" w:rsidRPr="00786C74" w:rsidSect="005B148D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C32FC"/>
    <w:multiLevelType w:val="hybridMultilevel"/>
    <w:tmpl w:val="6436D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B0587"/>
    <w:multiLevelType w:val="multilevel"/>
    <w:tmpl w:val="53E4C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6E5DDB"/>
    <w:multiLevelType w:val="hybridMultilevel"/>
    <w:tmpl w:val="7422B2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32DA4"/>
    <w:multiLevelType w:val="multilevel"/>
    <w:tmpl w:val="3FF2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803C8B"/>
    <w:multiLevelType w:val="multilevel"/>
    <w:tmpl w:val="AA98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833C3D"/>
    <w:multiLevelType w:val="multilevel"/>
    <w:tmpl w:val="7D58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13"/>
    <w:rsid w:val="0001382E"/>
    <w:rsid w:val="0001519F"/>
    <w:rsid w:val="00017AD1"/>
    <w:rsid w:val="000218E7"/>
    <w:rsid w:val="0002785E"/>
    <w:rsid w:val="00031A60"/>
    <w:rsid w:val="00036076"/>
    <w:rsid w:val="00036FDA"/>
    <w:rsid w:val="0004271C"/>
    <w:rsid w:val="00043A88"/>
    <w:rsid w:val="000451A3"/>
    <w:rsid w:val="00045AB4"/>
    <w:rsid w:val="0004645B"/>
    <w:rsid w:val="00047C20"/>
    <w:rsid w:val="00056451"/>
    <w:rsid w:val="00075136"/>
    <w:rsid w:val="000865C2"/>
    <w:rsid w:val="0009377C"/>
    <w:rsid w:val="000A2ABA"/>
    <w:rsid w:val="000A57F7"/>
    <w:rsid w:val="000A662C"/>
    <w:rsid w:val="000B03BB"/>
    <w:rsid w:val="000B044B"/>
    <w:rsid w:val="000B3AD6"/>
    <w:rsid w:val="000B6646"/>
    <w:rsid w:val="000C3F19"/>
    <w:rsid w:val="000C4110"/>
    <w:rsid w:val="000C695F"/>
    <w:rsid w:val="000D41D4"/>
    <w:rsid w:val="000E4DEC"/>
    <w:rsid w:val="000F1F46"/>
    <w:rsid w:val="000F2AFB"/>
    <w:rsid w:val="000F7FC7"/>
    <w:rsid w:val="00104F6B"/>
    <w:rsid w:val="0010789B"/>
    <w:rsid w:val="00110E96"/>
    <w:rsid w:val="00126674"/>
    <w:rsid w:val="00131596"/>
    <w:rsid w:val="00133B9D"/>
    <w:rsid w:val="00145D73"/>
    <w:rsid w:val="00147365"/>
    <w:rsid w:val="001476D1"/>
    <w:rsid w:val="0015153D"/>
    <w:rsid w:val="00155CA2"/>
    <w:rsid w:val="00157059"/>
    <w:rsid w:val="001604FD"/>
    <w:rsid w:val="001629CF"/>
    <w:rsid w:val="001664BF"/>
    <w:rsid w:val="00175F4A"/>
    <w:rsid w:val="00180B4B"/>
    <w:rsid w:val="001B080B"/>
    <w:rsid w:val="001B560E"/>
    <w:rsid w:val="001B5B74"/>
    <w:rsid w:val="001C2AB6"/>
    <w:rsid w:val="001C39A5"/>
    <w:rsid w:val="001D218F"/>
    <w:rsid w:val="001D6263"/>
    <w:rsid w:val="00205F60"/>
    <w:rsid w:val="002220F5"/>
    <w:rsid w:val="00223F53"/>
    <w:rsid w:val="00231E54"/>
    <w:rsid w:val="0024201F"/>
    <w:rsid w:val="00242305"/>
    <w:rsid w:val="002455ED"/>
    <w:rsid w:val="002455F0"/>
    <w:rsid w:val="00250C72"/>
    <w:rsid w:val="00252BC1"/>
    <w:rsid w:val="002746B4"/>
    <w:rsid w:val="00286012"/>
    <w:rsid w:val="00294EE9"/>
    <w:rsid w:val="00294F96"/>
    <w:rsid w:val="00295A0A"/>
    <w:rsid w:val="0029682D"/>
    <w:rsid w:val="002A554F"/>
    <w:rsid w:val="002A5990"/>
    <w:rsid w:val="002A7F23"/>
    <w:rsid w:val="002B135D"/>
    <w:rsid w:val="002B1E1B"/>
    <w:rsid w:val="002B7B49"/>
    <w:rsid w:val="002D5749"/>
    <w:rsid w:val="002E6AA2"/>
    <w:rsid w:val="002F7E6A"/>
    <w:rsid w:val="00300437"/>
    <w:rsid w:val="00302D00"/>
    <w:rsid w:val="00303577"/>
    <w:rsid w:val="00306181"/>
    <w:rsid w:val="00310CF2"/>
    <w:rsid w:val="00315425"/>
    <w:rsid w:val="0032434E"/>
    <w:rsid w:val="00330BC1"/>
    <w:rsid w:val="00333487"/>
    <w:rsid w:val="0033418C"/>
    <w:rsid w:val="00341FDF"/>
    <w:rsid w:val="00342C2F"/>
    <w:rsid w:val="00352BD3"/>
    <w:rsid w:val="00352BF3"/>
    <w:rsid w:val="00355761"/>
    <w:rsid w:val="0035635A"/>
    <w:rsid w:val="00361603"/>
    <w:rsid w:val="00361F1E"/>
    <w:rsid w:val="00373755"/>
    <w:rsid w:val="003737E9"/>
    <w:rsid w:val="00373B8C"/>
    <w:rsid w:val="00381FE1"/>
    <w:rsid w:val="00384746"/>
    <w:rsid w:val="00384E0E"/>
    <w:rsid w:val="003874C8"/>
    <w:rsid w:val="00387913"/>
    <w:rsid w:val="0039590D"/>
    <w:rsid w:val="0039622C"/>
    <w:rsid w:val="003A20FF"/>
    <w:rsid w:val="003A39F2"/>
    <w:rsid w:val="003B29B0"/>
    <w:rsid w:val="003C7424"/>
    <w:rsid w:val="003D5F34"/>
    <w:rsid w:val="003E0E7E"/>
    <w:rsid w:val="003E203E"/>
    <w:rsid w:val="003E4204"/>
    <w:rsid w:val="003E4EDC"/>
    <w:rsid w:val="003F0BA6"/>
    <w:rsid w:val="003F13CD"/>
    <w:rsid w:val="003F18E0"/>
    <w:rsid w:val="003F416C"/>
    <w:rsid w:val="003F7AB4"/>
    <w:rsid w:val="00400B5D"/>
    <w:rsid w:val="00403F7A"/>
    <w:rsid w:val="0040642A"/>
    <w:rsid w:val="00407913"/>
    <w:rsid w:val="00415107"/>
    <w:rsid w:val="00415B3C"/>
    <w:rsid w:val="00420494"/>
    <w:rsid w:val="0043108B"/>
    <w:rsid w:val="00443724"/>
    <w:rsid w:val="00453251"/>
    <w:rsid w:val="00453AFD"/>
    <w:rsid w:val="004547CF"/>
    <w:rsid w:val="00454A34"/>
    <w:rsid w:val="004574A5"/>
    <w:rsid w:val="00461A68"/>
    <w:rsid w:val="00461B1F"/>
    <w:rsid w:val="00462C51"/>
    <w:rsid w:val="00462E90"/>
    <w:rsid w:val="0047127D"/>
    <w:rsid w:val="00475F7C"/>
    <w:rsid w:val="00481651"/>
    <w:rsid w:val="00490673"/>
    <w:rsid w:val="00492A48"/>
    <w:rsid w:val="0049474F"/>
    <w:rsid w:val="004A01CC"/>
    <w:rsid w:val="004A3544"/>
    <w:rsid w:val="004A51D2"/>
    <w:rsid w:val="004B7E6F"/>
    <w:rsid w:val="004C2420"/>
    <w:rsid w:val="004C4343"/>
    <w:rsid w:val="004C4C99"/>
    <w:rsid w:val="004D29FB"/>
    <w:rsid w:val="004D6586"/>
    <w:rsid w:val="004F00F7"/>
    <w:rsid w:val="004F2654"/>
    <w:rsid w:val="004F3008"/>
    <w:rsid w:val="00501F98"/>
    <w:rsid w:val="00510757"/>
    <w:rsid w:val="00525B27"/>
    <w:rsid w:val="005325D4"/>
    <w:rsid w:val="00533E70"/>
    <w:rsid w:val="00536C16"/>
    <w:rsid w:val="0054662E"/>
    <w:rsid w:val="005523AB"/>
    <w:rsid w:val="00554408"/>
    <w:rsid w:val="005630C6"/>
    <w:rsid w:val="005637D5"/>
    <w:rsid w:val="005651E5"/>
    <w:rsid w:val="00567D9E"/>
    <w:rsid w:val="00570AF0"/>
    <w:rsid w:val="0057620F"/>
    <w:rsid w:val="0058160C"/>
    <w:rsid w:val="00597336"/>
    <w:rsid w:val="005A0E10"/>
    <w:rsid w:val="005B148D"/>
    <w:rsid w:val="005B1A2C"/>
    <w:rsid w:val="005B448B"/>
    <w:rsid w:val="005B48C8"/>
    <w:rsid w:val="005C455C"/>
    <w:rsid w:val="005C77C7"/>
    <w:rsid w:val="005D1B4D"/>
    <w:rsid w:val="005D4D13"/>
    <w:rsid w:val="005E7408"/>
    <w:rsid w:val="005E7C7A"/>
    <w:rsid w:val="005F42C1"/>
    <w:rsid w:val="005F76A1"/>
    <w:rsid w:val="00605A19"/>
    <w:rsid w:val="00607F03"/>
    <w:rsid w:val="00613AD2"/>
    <w:rsid w:val="00627593"/>
    <w:rsid w:val="0064167C"/>
    <w:rsid w:val="006525B0"/>
    <w:rsid w:val="0066158C"/>
    <w:rsid w:val="00662A10"/>
    <w:rsid w:val="006659C1"/>
    <w:rsid w:val="006725B3"/>
    <w:rsid w:val="00690841"/>
    <w:rsid w:val="006A35E8"/>
    <w:rsid w:val="006B2FA7"/>
    <w:rsid w:val="006B6F42"/>
    <w:rsid w:val="006B7DA3"/>
    <w:rsid w:val="006C3697"/>
    <w:rsid w:val="006D2E3F"/>
    <w:rsid w:val="006E2480"/>
    <w:rsid w:val="006E412A"/>
    <w:rsid w:val="00702F63"/>
    <w:rsid w:val="00706F64"/>
    <w:rsid w:val="00715522"/>
    <w:rsid w:val="00720A91"/>
    <w:rsid w:val="00723334"/>
    <w:rsid w:val="00724547"/>
    <w:rsid w:val="0072740D"/>
    <w:rsid w:val="0073041B"/>
    <w:rsid w:val="007340CE"/>
    <w:rsid w:val="00735F33"/>
    <w:rsid w:val="00740E68"/>
    <w:rsid w:val="007412BC"/>
    <w:rsid w:val="007424F2"/>
    <w:rsid w:val="007460E0"/>
    <w:rsid w:val="00746A69"/>
    <w:rsid w:val="007478A9"/>
    <w:rsid w:val="0077445E"/>
    <w:rsid w:val="00782BAD"/>
    <w:rsid w:val="00786C74"/>
    <w:rsid w:val="007A4CC8"/>
    <w:rsid w:val="007A5DFD"/>
    <w:rsid w:val="007B29BE"/>
    <w:rsid w:val="007B4040"/>
    <w:rsid w:val="007E5C67"/>
    <w:rsid w:val="007E7699"/>
    <w:rsid w:val="007F1D9D"/>
    <w:rsid w:val="007F3F29"/>
    <w:rsid w:val="00800B0F"/>
    <w:rsid w:val="00800B77"/>
    <w:rsid w:val="00805961"/>
    <w:rsid w:val="00811ADE"/>
    <w:rsid w:val="0081394E"/>
    <w:rsid w:val="008154E4"/>
    <w:rsid w:val="0081752D"/>
    <w:rsid w:val="00822DAF"/>
    <w:rsid w:val="00825463"/>
    <w:rsid w:val="008302A0"/>
    <w:rsid w:val="0083113C"/>
    <w:rsid w:val="008373D6"/>
    <w:rsid w:val="00842368"/>
    <w:rsid w:val="00845EAE"/>
    <w:rsid w:val="008463B0"/>
    <w:rsid w:val="00851CE8"/>
    <w:rsid w:val="00862EA8"/>
    <w:rsid w:val="008641A6"/>
    <w:rsid w:val="00876D6D"/>
    <w:rsid w:val="008811C9"/>
    <w:rsid w:val="008815D2"/>
    <w:rsid w:val="008862B8"/>
    <w:rsid w:val="00890BBA"/>
    <w:rsid w:val="008A34E0"/>
    <w:rsid w:val="008A4C7C"/>
    <w:rsid w:val="008A670F"/>
    <w:rsid w:val="008B1BA2"/>
    <w:rsid w:val="008C370A"/>
    <w:rsid w:val="008C4C46"/>
    <w:rsid w:val="008C6A4F"/>
    <w:rsid w:val="008D2EE7"/>
    <w:rsid w:val="008D4824"/>
    <w:rsid w:val="008D6035"/>
    <w:rsid w:val="008E07E4"/>
    <w:rsid w:val="008E372E"/>
    <w:rsid w:val="008E6402"/>
    <w:rsid w:val="008F0D0F"/>
    <w:rsid w:val="00915F7B"/>
    <w:rsid w:val="0092618C"/>
    <w:rsid w:val="00945E4B"/>
    <w:rsid w:val="00946E6E"/>
    <w:rsid w:val="009517C5"/>
    <w:rsid w:val="00972F31"/>
    <w:rsid w:val="00973382"/>
    <w:rsid w:val="009753B6"/>
    <w:rsid w:val="00991E57"/>
    <w:rsid w:val="00994228"/>
    <w:rsid w:val="00995ED7"/>
    <w:rsid w:val="009A5E64"/>
    <w:rsid w:val="009C1F64"/>
    <w:rsid w:val="009C2587"/>
    <w:rsid w:val="009C455D"/>
    <w:rsid w:val="009C5C1B"/>
    <w:rsid w:val="009E1D9B"/>
    <w:rsid w:val="009E3BD6"/>
    <w:rsid w:val="009E7C5E"/>
    <w:rsid w:val="009E7EEB"/>
    <w:rsid w:val="009F2CBE"/>
    <w:rsid w:val="00A03CBD"/>
    <w:rsid w:val="00A04EA4"/>
    <w:rsid w:val="00A05767"/>
    <w:rsid w:val="00A06FD2"/>
    <w:rsid w:val="00A07938"/>
    <w:rsid w:val="00A15AD3"/>
    <w:rsid w:val="00A273D5"/>
    <w:rsid w:val="00A30EA5"/>
    <w:rsid w:val="00A36023"/>
    <w:rsid w:val="00A3626A"/>
    <w:rsid w:val="00A40825"/>
    <w:rsid w:val="00A4667E"/>
    <w:rsid w:val="00A54E93"/>
    <w:rsid w:val="00A5575E"/>
    <w:rsid w:val="00A60500"/>
    <w:rsid w:val="00A633B3"/>
    <w:rsid w:val="00A753DB"/>
    <w:rsid w:val="00A82578"/>
    <w:rsid w:val="00A859D5"/>
    <w:rsid w:val="00A91A82"/>
    <w:rsid w:val="00AA2184"/>
    <w:rsid w:val="00AB073A"/>
    <w:rsid w:val="00AB1A28"/>
    <w:rsid w:val="00AB3ED0"/>
    <w:rsid w:val="00AB4F4B"/>
    <w:rsid w:val="00AB6A2D"/>
    <w:rsid w:val="00AB7248"/>
    <w:rsid w:val="00AB7E83"/>
    <w:rsid w:val="00AC54BF"/>
    <w:rsid w:val="00AC7A13"/>
    <w:rsid w:val="00AD2D08"/>
    <w:rsid w:val="00AD3909"/>
    <w:rsid w:val="00AD6E69"/>
    <w:rsid w:val="00AD7DCC"/>
    <w:rsid w:val="00AE5325"/>
    <w:rsid w:val="00AE6185"/>
    <w:rsid w:val="00AF44C3"/>
    <w:rsid w:val="00AF627F"/>
    <w:rsid w:val="00B01F17"/>
    <w:rsid w:val="00B05930"/>
    <w:rsid w:val="00B07F65"/>
    <w:rsid w:val="00B125CD"/>
    <w:rsid w:val="00B23A76"/>
    <w:rsid w:val="00B24AD8"/>
    <w:rsid w:val="00B304AA"/>
    <w:rsid w:val="00B32BBE"/>
    <w:rsid w:val="00B34428"/>
    <w:rsid w:val="00B42E19"/>
    <w:rsid w:val="00B4506A"/>
    <w:rsid w:val="00B553C3"/>
    <w:rsid w:val="00B55F7A"/>
    <w:rsid w:val="00B730E5"/>
    <w:rsid w:val="00B74E0B"/>
    <w:rsid w:val="00B76A64"/>
    <w:rsid w:val="00B854FB"/>
    <w:rsid w:val="00B87133"/>
    <w:rsid w:val="00B9567F"/>
    <w:rsid w:val="00BA43CF"/>
    <w:rsid w:val="00BB38D7"/>
    <w:rsid w:val="00BD2B41"/>
    <w:rsid w:val="00BD6F3C"/>
    <w:rsid w:val="00BE4DBA"/>
    <w:rsid w:val="00BE681F"/>
    <w:rsid w:val="00BE7435"/>
    <w:rsid w:val="00C01E70"/>
    <w:rsid w:val="00C05A21"/>
    <w:rsid w:val="00C11CCB"/>
    <w:rsid w:val="00C1234F"/>
    <w:rsid w:val="00C13F32"/>
    <w:rsid w:val="00C16BCC"/>
    <w:rsid w:val="00C17CAD"/>
    <w:rsid w:val="00C21266"/>
    <w:rsid w:val="00C30F7B"/>
    <w:rsid w:val="00C32D97"/>
    <w:rsid w:val="00C50214"/>
    <w:rsid w:val="00C5114D"/>
    <w:rsid w:val="00C51F61"/>
    <w:rsid w:val="00C55E4A"/>
    <w:rsid w:val="00C56F2C"/>
    <w:rsid w:val="00C64410"/>
    <w:rsid w:val="00C7453F"/>
    <w:rsid w:val="00C74D30"/>
    <w:rsid w:val="00C80475"/>
    <w:rsid w:val="00C87B08"/>
    <w:rsid w:val="00C92F1F"/>
    <w:rsid w:val="00CB02AD"/>
    <w:rsid w:val="00CB3B66"/>
    <w:rsid w:val="00CB5EE9"/>
    <w:rsid w:val="00CC1FD2"/>
    <w:rsid w:val="00CC234D"/>
    <w:rsid w:val="00CD366B"/>
    <w:rsid w:val="00CD3801"/>
    <w:rsid w:val="00CD4F4D"/>
    <w:rsid w:val="00D03981"/>
    <w:rsid w:val="00D052D6"/>
    <w:rsid w:val="00D14E73"/>
    <w:rsid w:val="00D2005B"/>
    <w:rsid w:val="00D274C0"/>
    <w:rsid w:val="00D429BF"/>
    <w:rsid w:val="00D478D5"/>
    <w:rsid w:val="00D618BC"/>
    <w:rsid w:val="00D71ADD"/>
    <w:rsid w:val="00D71E5D"/>
    <w:rsid w:val="00D901F7"/>
    <w:rsid w:val="00D907D4"/>
    <w:rsid w:val="00D953BE"/>
    <w:rsid w:val="00DB3B51"/>
    <w:rsid w:val="00DB572E"/>
    <w:rsid w:val="00DB768C"/>
    <w:rsid w:val="00DD1868"/>
    <w:rsid w:val="00DE098E"/>
    <w:rsid w:val="00DE1DEE"/>
    <w:rsid w:val="00DE3787"/>
    <w:rsid w:val="00DF27EB"/>
    <w:rsid w:val="00DF3430"/>
    <w:rsid w:val="00E020F8"/>
    <w:rsid w:val="00E05DE4"/>
    <w:rsid w:val="00E10A5B"/>
    <w:rsid w:val="00E11F32"/>
    <w:rsid w:val="00E2304C"/>
    <w:rsid w:val="00E5118A"/>
    <w:rsid w:val="00E62DAA"/>
    <w:rsid w:val="00E67F1E"/>
    <w:rsid w:val="00E74413"/>
    <w:rsid w:val="00E76FE7"/>
    <w:rsid w:val="00E913A1"/>
    <w:rsid w:val="00E93944"/>
    <w:rsid w:val="00E93FB8"/>
    <w:rsid w:val="00E9743D"/>
    <w:rsid w:val="00E97E72"/>
    <w:rsid w:val="00EA0367"/>
    <w:rsid w:val="00EA2F0D"/>
    <w:rsid w:val="00EC083B"/>
    <w:rsid w:val="00EC21A7"/>
    <w:rsid w:val="00EC7F09"/>
    <w:rsid w:val="00ED0896"/>
    <w:rsid w:val="00ED2925"/>
    <w:rsid w:val="00ED5882"/>
    <w:rsid w:val="00EE4543"/>
    <w:rsid w:val="00EF37EF"/>
    <w:rsid w:val="00EF7D58"/>
    <w:rsid w:val="00F01E52"/>
    <w:rsid w:val="00F061F5"/>
    <w:rsid w:val="00F1110E"/>
    <w:rsid w:val="00F13B07"/>
    <w:rsid w:val="00F14EAF"/>
    <w:rsid w:val="00F2145F"/>
    <w:rsid w:val="00F40317"/>
    <w:rsid w:val="00F42E58"/>
    <w:rsid w:val="00F4622B"/>
    <w:rsid w:val="00F50B82"/>
    <w:rsid w:val="00F61A08"/>
    <w:rsid w:val="00F659FD"/>
    <w:rsid w:val="00F67D51"/>
    <w:rsid w:val="00F7558D"/>
    <w:rsid w:val="00F7635B"/>
    <w:rsid w:val="00F822DC"/>
    <w:rsid w:val="00F83340"/>
    <w:rsid w:val="00F872FF"/>
    <w:rsid w:val="00F95485"/>
    <w:rsid w:val="00FA314B"/>
    <w:rsid w:val="00FB1609"/>
    <w:rsid w:val="00FB233C"/>
    <w:rsid w:val="00FC1DB0"/>
    <w:rsid w:val="00FD198A"/>
    <w:rsid w:val="00FD236B"/>
    <w:rsid w:val="00FD7DD6"/>
    <w:rsid w:val="00FE022C"/>
    <w:rsid w:val="00FE4BA0"/>
    <w:rsid w:val="00FE4DF3"/>
    <w:rsid w:val="00FE52E0"/>
    <w:rsid w:val="00FE5A8D"/>
    <w:rsid w:val="00FF2ECA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7061"/>
  <w15:docId w15:val="{B433A214-84D0-40BC-AFB1-71B6BB7A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9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B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isenhower@nyci.ie%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B4B54820.dotm</Template>
  <TotalTime>0</TotalTime>
  <Pages>5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Colette Seidel</dc:creator>
  <cp:lastModifiedBy>McPhillips</cp:lastModifiedBy>
  <cp:revision>2</cp:revision>
  <cp:lastPrinted>2016-11-07T20:12:00Z</cp:lastPrinted>
  <dcterms:created xsi:type="dcterms:W3CDTF">2017-04-06T16:53:00Z</dcterms:created>
  <dcterms:modified xsi:type="dcterms:W3CDTF">2017-04-06T16:53:00Z</dcterms:modified>
</cp:coreProperties>
</file>